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1928EC91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 xml:space="preserve">Załącznik nr 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KSeF</w:t>
      </w:r>
      <w:proofErr w:type="spellEnd"/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proofErr w:type="spellStart"/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</w:t>
      </w:r>
      <w:proofErr w:type="spellStart"/>
      <w:r w:rsidRPr="001E60E1">
        <w:rPr>
          <w:rFonts w:ascii="Times New Roman" w:eastAsia="Calibri" w:hAnsi="Times New Roman"/>
          <w:sz w:val="22"/>
          <w:szCs w:val="22"/>
        </w:rPr>
        <w:t>nda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ust. 1 lub ust. 16 ustawy o VAT lub faktur wystawianych w okresie awarii lub niedostępności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</w:t>
      </w:r>
      <w:proofErr w:type="spellStart"/>
      <w:r w:rsidR="00923417" w:rsidRPr="00923417">
        <w:rPr>
          <w:rFonts w:ascii="Times New Roman" w:eastAsia="Calibri" w:hAnsi="Times New Roman"/>
          <w:sz w:val="22"/>
          <w:szCs w:val="22"/>
        </w:rPr>
        <w:t>ws</w:t>
      </w:r>
      <w:proofErr w:type="spellEnd"/>
      <w:r w:rsidR="00923417" w:rsidRPr="00923417">
        <w:rPr>
          <w:rFonts w:ascii="Times New Roman" w:eastAsia="Calibri" w:hAnsi="Times New Roman"/>
          <w:sz w:val="22"/>
          <w:szCs w:val="22"/>
        </w:rPr>
        <w:t xml:space="preserve">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79222" w14:textId="77777777" w:rsidR="00AD41FF" w:rsidRDefault="00AD41FF">
      <w:r>
        <w:separator/>
      </w:r>
    </w:p>
  </w:endnote>
  <w:endnote w:type="continuationSeparator" w:id="0">
    <w:p w14:paraId="64B92993" w14:textId="77777777" w:rsidR="00AD41FF" w:rsidRDefault="00AD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E4F5B" w14:textId="77777777" w:rsidR="00AD41FF" w:rsidRDefault="00AD41FF">
      <w:r>
        <w:separator/>
      </w:r>
    </w:p>
  </w:footnote>
  <w:footnote w:type="continuationSeparator" w:id="0">
    <w:p w14:paraId="0C60B65B" w14:textId="77777777" w:rsidR="00AD41FF" w:rsidRDefault="00AD41FF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 xml:space="preserve">rozumieniu </w:t>
      </w:r>
      <w:proofErr w:type="spellStart"/>
      <w:r w:rsidRPr="00275823">
        <w:rPr>
          <w:sz w:val="16"/>
          <w:szCs w:val="16"/>
        </w:rPr>
        <w:t>KSeF</w:t>
      </w:r>
      <w:proofErr w:type="spellEnd"/>
      <w:r w:rsidRPr="0027582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80006"/>
    <w:rsid w:val="000906F2"/>
    <w:rsid w:val="00096388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67BB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4A23"/>
    <w:rsid w:val="00915516"/>
    <w:rsid w:val="00917267"/>
    <w:rsid w:val="00923417"/>
    <w:rsid w:val="009351B9"/>
    <w:rsid w:val="00950A23"/>
    <w:rsid w:val="00955ECB"/>
    <w:rsid w:val="009636A4"/>
    <w:rsid w:val="009822E0"/>
    <w:rsid w:val="009A20AC"/>
    <w:rsid w:val="009A31D9"/>
    <w:rsid w:val="009A6811"/>
    <w:rsid w:val="009C06FA"/>
    <w:rsid w:val="009F456B"/>
    <w:rsid w:val="00A0625E"/>
    <w:rsid w:val="00A14E43"/>
    <w:rsid w:val="00A151C4"/>
    <w:rsid w:val="00A208EF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AD41FF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53CE3"/>
    <w:rsid w:val="00C57308"/>
    <w:rsid w:val="00C617FB"/>
    <w:rsid w:val="00C709BF"/>
    <w:rsid w:val="00C760F5"/>
    <w:rsid w:val="00C80B8C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1187E"/>
    <w:rsid w:val="00D21DD1"/>
    <w:rsid w:val="00D27643"/>
    <w:rsid w:val="00D34494"/>
    <w:rsid w:val="00D347B1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2</TotalTime>
  <Pages>2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Górniak Natalia (ANW)</cp:lastModifiedBy>
  <cp:revision>2</cp:revision>
  <cp:lastPrinted>2025-10-09T13:52:00Z</cp:lastPrinted>
  <dcterms:created xsi:type="dcterms:W3CDTF">2025-10-27T11:50:00Z</dcterms:created>
  <dcterms:modified xsi:type="dcterms:W3CDTF">2025-10-27T11:50:00Z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